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DC6" w:rsidRDefault="00033DC6" w:rsidP="00D54E4B">
      <w:pPr>
        <w:ind w:left="8100"/>
        <w:jc w:val="both"/>
        <w:rPr>
          <w:bCs/>
          <w:iCs/>
        </w:rPr>
      </w:pPr>
      <w:r w:rsidRPr="00FA1E18">
        <w:rPr>
          <w:bCs/>
          <w:iCs/>
        </w:rPr>
        <w:t>Утвержд</w:t>
      </w:r>
      <w:r>
        <w:rPr>
          <w:bCs/>
          <w:iCs/>
        </w:rPr>
        <w:t xml:space="preserve">ен </w:t>
      </w:r>
    </w:p>
    <w:p w:rsidR="00033DC6" w:rsidRDefault="00033DC6" w:rsidP="00D54E4B">
      <w:pPr>
        <w:ind w:left="8100"/>
        <w:jc w:val="both"/>
        <w:rPr>
          <w:bCs/>
          <w:iCs/>
        </w:rPr>
      </w:pPr>
      <w:r>
        <w:rPr>
          <w:bCs/>
          <w:iCs/>
        </w:rPr>
        <w:t>распоряжением Г</w:t>
      </w:r>
      <w:r w:rsidRPr="00FA1E18">
        <w:rPr>
          <w:bCs/>
          <w:iCs/>
        </w:rPr>
        <w:t>л</w:t>
      </w:r>
      <w:r>
        <w:rPr>
          <w:bCs/>
          <w:iCs/>
        </w:rPr>
        <w:t>авы МО «Каменский городской округ»</w:t>
      </w:r>
      <w:r>
        <w:rPr>
          <w:bCs/>
          <w:iCs/>
        </w:rPr>
        <w:tab/>
        <w:t>от  0</w:t>
      </w:r>
      <w:r w:rsidRPr="00D54E4B">
        <w:rPr>
          <w:bCs/>
          <w:iCs/>
        </w:rPr>
        <w:t>3</w:t>
      </w:r>
      <w:r>
        <w:rPr>
          <w:bCs/>
          <w:iCs/>
        </w:rPr>
        <w:t>.10.2016</w:t>
      </w:r>
      <w:r w:rsidRPr="00FA1E18">
        <w:rPr>
          <w:bCs/>
          <w:iCs/>
        </w:rPr>
        <w:t xml:space="preserve"> года </w:t>
      </w:r>
      <w:r>
        <w:rPr>
          <w:bCs/>
          <w:iCs/>
        </w:rPr>
        <w:t xml:space="preserve"> № 19</w:t>
      </w:r>
      <w:r w:rsidRPr="00D54E4B">
        <w:rPr>
          <w:bCs/>
          <w:iCs/>
        </w:rPr>
        <w:t xml:space="preserve">7/1 </w:t>
      </w:r>
      <w:r>
        <w:rPr>
          <w:bCs/>
          <w:iCs/>
        </w:rPr>
        <w:t>«О проведении месячника гражданской обороны на территории МО «Каменский городской округ»</w:t>
      </w:r>
    </w:p>
    <w:p w:rsidR="00033DC6" w:rsidRDefault="00033DC6" w:rsidP="0028348A">
      <w:pPr>
        <w:ind w:left="5040"/>
        <w:jc w:val="both"/>
        <w:rPr>
          <w:bCs/>
          <w:iCs/>
        </w:rPr>
      </w:pPr>
    </w:p>
    <w:p w:rsidR="00033DC6" w:rsidRDefault="00033DC6" w:rsidP="001D6537">
      <w:pPr>
        <w:rPr>
          <w:bCs/>
          <w:iCs/>
        </w:rPr>
      </w:pPr>
    </w:p>
    <w:p w:rsidR="00033DC6" w:rsidRPr="00FA1E18" w:rsidRDefault="00033DC6" w:rsidP="001D6537">
      <w:pPr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ПЛАН</w:t>
      </w:r>
    </w:p>
    <w:p w:rsidR="00033DC6" w:rsidRDefault="00033DC6" w:rsidP="001D6537">
      <w:pPr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мероприятий по </w:t>
      </w:r>
      <w:r w:rsidRPr="00FA1E18">
        <w:rPr>
          <w:bCs/>
          <w:iCs/>
          <w:sz w:val="28"/>
          <w:szCs w:val="28"/>
        </w:rPr>
        <w:t>проведе</w:t>
      </w:r>
      <w:r>
        <w:rPr>
          <w:bCs/>
          <w:iCs/>
          <w:sz w:val="28"/>
          <w:szCs w:val="28"/>
        </w:rPr>
        <w:t>нию</w:t>
      </w:r>
      <w:r w:rsidRPr="00FA1E18">
        <w:rPr>
          <w:bCs/>
          <w:iCs/>
          <w:sz w:val="28"/>
          <w:szCs w:val="28"/>
        </w:rPr>
        <w:t xml:space="preserve"> месячника </w:t>
      </w:r>
      <w:r>
        <w:rPr>
          <w:bCs/>
          <w:iCs/>
          <w:sz w:val="28"/>
          <w:szCs w:val="28"/>
        </w:rPr>
        <w:t xml:space="preserve">гражданской обороны </w:t>
      </w:r>
    </w:p>
    <w:p w:rsidR="00033DC6" w:rsidRPr="00FA1E18" w:rsidRDefault="00033DC6" w:rsidP="001D6537">
      <w:pPr>
        <w:jc w:val="center"/>
        <w:rPr>
          <w:bCs/>
          <w:iCs/>
          <w:sz w:val="28"/>
          <w:szCs w:val="28"/>
        </w:rPr>
      </w:pPr>
      <w:r w:rsidRPr="00FA1E18">
        <w:rPr>
          <w:bCs/>
          <w:iCs/>
          <w:sz w:val="28"/>
          <w:szCs w:val="28"/>
        </w:rPr>
        <w:t xml:space="preserve"> на террито</w:t>
      </w:r>
      <w:r>
        <w:rPr>
          <w:bCs/>
          <w:iCs/>
          <w:sz w:val="28"/>
          <w:szCs w:val="28"/>
        </w:rPr>
        <w:t>рии МО Каменский городской округ</w:t>
      </w:r>
    </w:p>
    <w:p w:rsidR="00033DC6" w:rsidRDefault="00033DC6" w:rsidP="001D6537">
      <w:pPr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с 4 октября по 3 ноября 2016</w:t>
      </w:r>
      <w:r w:rsidRPr="00FA1E18">
        <w:rPr>
          <w:bCs/>
          <w:iCs/>
          <w:sz w:val="28"/>
          <w:szCs w:val="28"/>
        </w:rPr>
        <w:t xml:space="preserve"> года</w:t>
      </w:r>
      <w:r>
        <w:rPr>
          <w:bCs/>
          <w:iCs/>
          <w:sz w:val="28"/>
          <w:szCs w:val="28"/>
        </w:rPr>
        <w:t>.</w:t>
      </w:r>
    </w:p>
    <w:p w:rsidR="00033DC6" w:rsidRDefault="00033DC6" w:rsidP="001D6537">
      <w:pPr>
        <w:jc w:val="center"/>
        <w:rPr>
          <w:bCs/>
          <w:iCs/>
          <w:sz w:val="28"/>
          <w:szCs w:val="28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6120"/>
        <w:gridCol w:w="1440"/>
        <w:gridCol w:w="6120"/>
        <w:gridCol w:w="1440"/>
      </w:tblGrid>
      <w:tr w:rsidR="00033DC6" w:rsidTr="00484CC8">
        <w:tc>
          <w:tcPr>
            <w:tcW w:w="648" w:type="dxa"/>
          </w:tcPr>
          <w:p w:rsidR="00033DC6" w:rsidRPr="009A555A" w:rsidRDefault="00033DC6" w:rsidP="009A555A">
            <w:pPr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>№ п/п</w:t>
            </w:r>
          </w:p>
        </w:tc>
        <w:tc>
          <w:tcPr>
            <w:tcW w:w="6120" w:type="dxa"/>
          </w:tcPr>
          <w:p w:rsidR="00033DC6" w:rsidRPr="009A555A" w:rsidRDefault="00033DC6" w:rsidP="009A555A">
            <w:pPr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>Наименования мероприятий</w:t>
            </w:r>
          </w:p>
        </w:tc>
        <w:tc>
          <w:tcPr>
            <w:tcW w:w="1440" w:type="dxa"/>
          </w:tcPr>
          <w:p w:rsidR="00033DC6" w:rsidRPr="009A555A" w:rsidRDefault="00033DC6" w:rsidP="009A555A">
            <w:pPr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>Срок проведения</w:t>
            </w:r>
          </w:p>
        </w:tc>
        <w:tc>
          <w:tcPr>
            <w:tcW w:w="6120" w:type="dxa"/>
          </w:tcPr>
          <w:p w:rsidR="00033DC6" w:rsidRPr="009A555A" w:rsidRDefault="00033DC6" w:rsidP="00484CC8">
            <w:pPr>
              <w:ind w:left="-108" w:right="-108" w:firstLine="108"/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>Ответственные исполнители</w:t>
            </w:r>
          </w:p>
        </w:tc>
        <w:tc>
          <w:tcPr>
            <w:tcW w:w="1440" w:type="dxa"/>
          </w:tcPr>
          <w:p w:rsidR="00033DC6" w:rsidRPr="009A555A" w:rsidRDefault="00033DC6" w:rsidP="009A555A">
            <w:pPr>
              <w:tabs>
                <w:tab w:val="left" w:pos="1332"/>
              </w:tabs>
              <w:ind w:left="-108"/>
              <w:rPr>
                <w:bCs/>
                <w:iCs/>
              </w:rPr>
            </w:pPr>
            <w:r w:rsidRPr="009A555A">
              <w:rPr>
                <w:bCs/>
                <w:iCs/>
              </w:rPr>
              <w:t>Примечание</w:t>
            </w:r>
          </w:p>
        </w:tc>
      </w:tr>
      <w:tr w:rsidR="00033DC6" w:rsidTr="00484CC8">
        <w:tc>
          <w:tcPr>
            <w:tcW w:w="648" w:type="dxa"/>
          </w:tcPr>
          <w:p w:rsidR="00033DC6" w:rsidRPr="009A555A" w:rsidRDefault="00033DC6" w:rsidP="009A555A">
            <w:pPr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>1.</w:t>
            </w:r>
          </w:p>
        </w:tc>
        <w:tc>
          <w:tcPr>
            <w:tcW w:w="6120" w:type="dxa"/>
          </w:tcPr>
          <w:p w:rsidR="00033DC6" w:rsidRPr="009A555A" w:rsidRDefault="00033DC6" w:rsidP="009A555A">
            <w:pPr>
              <w:jc w:val="both"/>
              <w:rPr>
                <w:bCs/>
                <w:iCs/>
              </w:rPr>
            </w:pPr>
            <w:r w:rsidRPr="009A555A">
              <w:rPr>
                <w:bCs/>
                <w:iCs/>
              </w:rPr>
              <w:t xml:space="preserve"> Организация Всероссийского открытого урока «Основы безопасности жизнедеятельности» с проведением тренировок по защите детей и персонала от чрезвычайных ситуаций </w:t>
            </w:r>
          </w:p>
        </w:tc>
        <w:tc>
          <w:tcPr>
            <w:tcW w:w="1440" w:type="dxa"/>
          </w:tcPr>
          <w:p w:rsidR="00033DC6" w:rsidRPr="009A555A" w:rsidRDefault="00033DC6" w:rsidP="009A555A">
            <w:pPr>
              <w:ind w:right="-108"/>
              <w:rPr>
                <w:bCs/>
                <w:iCs/>
              </w:rPr>
            </w:pPr>
            <w:r>
              <w:rPr>
                <w:bCs/>
                <w:iCs/>
                <w:lang w:val="en-US"/>
              </w:rPr>
              <w:t>04.10</w:t>
            </w:r>
            <w:r w:rsidRPr="009A555A">
              <w:rPr>
                <w:bCs/>
                <w:iCs/>
              </w:rPr>
              <w:t>.2016 – 06.10.2016</w:t>
            </w:r>
          </w:p>
        </w:tc>
        <w:tc>
          <w:tcPr>
            <w:tcW w:w="6120" w:type="dxa"/>
          </w:tcPr>
          <w:p w:rsidR="00033DC6" w:rsidRPr="007D61C2" w:rsidRDefault="00033DC6" w:rsidP="00484CC8">
            <w:pPr>
              <w:ind w:left="-108" w:right="-108" w:firstLine="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Администрация муниципального образования «Каменский городской округ» (далее - Администрация)</w:t>
            </w:r>
            <w:r w:rsidRPr="009A555A">
              <w:rPr>
                <w:bCs/>
                <w:iCs/>
              </w:rPr>
              <w:t xml:space="preserve">, </w:t>
            </w:r>
          </w:p>
          <w:p w:rsidR="00033DC6" w:rsidRPr="007D61C2" w:rsidRDefault="00033DC6" w:rsidP="00484CC8">
            <w:pPr>
              <w:ind w:left="-108" w:right="-108" w:firstLine="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Управление образования Каменского городского округа (деле – Управление образования)</w:t>
            </w:r>
          </w:p>
          <w:p w:rsidR="00033DC6" w:rsidRDefault="00033DC6" w:rsidP="00484CC8">
            <w:pPr>
              <w:ind w:left="-108" w:right="-108" w:firstLine="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Федеральное государственное казенное учреждение «63 отдел федеральной противопожарной службы Свердловской области (далее - ОФПС)</w:t>
            </w:r>
            <w:r w:rsidRPr="009A555A">
              <w:rPr>
                <w:bCs/>
                <w:iCs/>
              </w:rPr>
              <w:t xml:space="preserve">, </w:t>
            </w:r>
          </w:p>
          <w:p w:rsidR="00033DC6" w:rsidRDefault="00033DC6" w:rsidP="00484CC8">
            <w:pPr>
              <w:ind w:left="-108" w:right="-108" w:firstLine="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Территориальный орган: Отдел надзорной деятельности г.Каменск-Уральского, Каменского городского округа Главного управления МЧС России по Свердловской области (далее - ОНД)</w:t>
            </w:r>
            <w:r w:rsidRPr="009A555A">
              <w:rPr>
                <w:bCs/>
                <w:iCs/>
              </w:rPr>
              <w:t xml:space="preserve">, </w:t>
            </w:r>
          </w:p>
          <w:p w:rsidR="00033DC6" w:rsidRDefault="00033DC6" w:rsidP="00484CC8">
            <w:pPr>
              <w:ind w:left="-108" w:right="-108" w:firstLine="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Каменск-Уральское городское отделение «Всероссийское добровольное пожарное общество» (далее - ВДПО), Муниципальное казенное учреждение</w:t>
            </w:r>
            <w:r w:rsidRPr="009A555A">
              <w:rPr>
                <w:bCs/>
                <w:iCs/>
              </w:rPr>
              <w:t xml:space="preserve"> «</w:t>
            </w:r>
            <w:r>
              <w:rPr>
                <w:bCs/>
                <w:iCs/>
              </w:rPr>
              <w:t>Центр защиты населения Каменского городского округа</w:t>
            </w:r>
            <w:r w:rsidRPr="009A555A">
              <w:rPr>
                <w:bCs/>
                <w:iCs/>
              </w:rPr>
              <w:t>»</w:t>
            </w:r>
            <w:r>
              <w:rPr>
                <w:bCs/>
                <w:iCs/>
              </w:rPr>
              <w:t xml:space="preserve"> (далее - МКУ «ЦЗН КГО»</w:t>
            </w:r>
          </w:p>
          <w:p w:rsidR="00033DC6" w:rsidRPr="009A555A" w:rsidRDefault="00033DC6" w:rsidP="00484CC8">
            <w:pPr>
              <w:ind w:left="-108" w:right="-108" w:firstLine="108"/>
              <w:jc w:val="center"/>
              <w:rPr>
                <w:bCs/>
                <w:iCs/>
              </w:rPr>
            </w:pPr>
          </w:p>
        </w:tc>
        <w:tc>
          <w:tcPr>
            <w:tcW w:w="1440" w:type="dxa"/>
          </w:tcPr>
          <w:p w:rsidR="00033DC6" w:rsidRPr="002F66BF" w:rsidRDefault="00033DC6" w:rsidP="009A555A">
            <w:pPr>
              <w:jc w:val="center"/>
              <w:rPr>
                <w:bCs/>
                <w:iCs/>
                <w:lang w:val="en-US"/>
              </w:rPr>
            </w:pPr>
          </w:p>
        </w:tc>
      </w:tr>
      <w:tr w:rsidR="00033DC6" w:rsidTr="00484CC8">
        <w:tc>
          <w:tcPr>
            <w:tcW w:w="648" w:type="dxa"/>
          </w:tcPr>
          <w:p w:rsidR="00033DC6" w:rsidRPr="009A555A" w:rsidRDefault="00033DC6" w:rsidP="009A555A">
            <w:pPr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>2.</w:t>
            </w:r>
          </w:p>
        </w:tc>
        <w:tc>
          <w:tcPr>
            <w:tcW w:w="6120" w:type="dxa"/>
          </w:tcPr>
          <w:p w:rsidR="00033DC6" w:rsidRDefault="00033DC6" w:rsidP="009A555A">
            <w:pPr>
              <w:jc w:val="both"/>
              <w:rPr>
                <w:bCs/>
                <w:iCs/>
              </w:rPr>
            </w:pPr>
            <w:r w:rsidRPr="009A555A">
              <w:rPr>
                <w:bCs/>
                <w:iCs/>
              </w:rPr>
              <w:t>Проведение мероприятий, посвященных 84-й годовщине  образования гражданкой обороны, в том числе в МО «Каменский городской округ»</w:t>
            </w:r>
          </w:p>
          <w:p w:rsidR="00033DC6" w:rsidRPr="009A555A" w:rsidRDefault="00033DC6" w:rsidP="009A555A">
            <w:pPr>
              <w:jc w:val="both"/>
              <w:rPr>
                <w:bCs/>
                <w:iCs/>
              </w:rPr>
            </w:pPr>
          </w:p>
        </w:tc>
        <w:tc>
          <w:tcPr>
            <w:tcW w:w="1440" w:type="dxa"/>
          </w:tcPr>
          <w:p w:rsidR="00033DC6" w:rsidRPr="009A555A" w:rsidRDefault="00033DC6" w:rsidP="009A555A">
            <w:pPr>
              <w:ind w:right="-108"/>
              <w:rPr>
                <w:bCs/>
                <w:iCs/>
              </w:rPr>
            </w:pPr>
            <w:r w:rsidRPr="009A555A">
              <w:rPr>
                <w:bCs/>
                <w:iCs/>
              </w:rPr>
              <w:t>04.10.2016</w:t>
            </w:r>
          </w:p>
        </w:tc>
        <w:tc>
          <w:tcPr>
            <w:tcW w:w="6120" w:type="dxa"/>
          </w:tcPr>
          <w:p w:rsidR="00033DC6" w:rsidRPr="009A555A" w:rsidRDefault="00033DC6" w:rsidP="00484CC8">
            <w:pPr>
              <w:ind w:left="-108" w:right="-108" w:firstLine="108"/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 xml:space="preserve">Администрация, </w:t>
            </w:r>
            <w:r>
              <w:rPr>
                <w:bCs/>
                <w:iCs/>
              </w:rPr>
              <w:t xml:space="preserve"> Управление образования,</w:t>
            </w:r>
            <w:r w:rsidRPr="009A555A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О</w:t>
            </w:r>
            <w:r w:rsidRPr="009A555A">
              <w:rPr>
                <w:bCs/>
                <w:iCs/>
              </w:rPr>
              <w:t>ФПС, ОНД</w:t>
            </w:r>
          </w:p>
        </w:tc>
        <w:tc>
          <w:tcPr>
            <w:tcW w:w="1440" w:type="dxa"/>
          </w:tcPr>
          <w:p w:rsidR="00033DC6" w:rsidRPr="002F66BF" w:rsidRDefault="00033DC6" w:rsidP="009A555A">
            <w:pPr>
              <w:jc w:val="center"/>
              <w:rPr>
                <w:bCs/>
                <w:iCs/>
                <w:lang w:val="en-US"/>
              </w:rPr>
            </w:pPr>
          </w:p>
        </w:tc>
      </w:tr>
      <w:tr w:rsidR="00033DC6" w:rsidTr="00484CC8">
        <w:tc>
          <w:tcPr>
            <w:tcW w:w="648" w:type="dxa"/>
          </w:tcPr>
          <w:p w:rsidR="00033DC6" w:rsidRPr="009A555A" w:rsidRDefault="00033DC6" w:rsidP="009A555A">
            <w:pPr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>3.</w:t>
            </w:r>
          </w:p>
        </w:tc>
        <w:tc>
          <w:tcPr>
            <w:tcW w:w="6120" w:type="dxa"/>
          </w:tcPr>
          <w:p w:rsidR="00033DC6" w:rsidRPr="009A555A" w:rsidRDefault="00033DC6" w:rsidP="009A555A">
            <w:pPr>
              <w:jc w:val="both"/>
              <w:rPr>
                <w:bCs/>
                <w:iCs/>
              </w:rPr>
            </w:pPr>
            <w:r w:rsidRPr="009A555A">
              <w:rPr>
                <w:bCs/>
                <w:iCs/>
              </w:rPr>
              <w:t>Проведение Дня знаний по гражданской обороне</w:t>
            </w:r>
          </w:p>
        </w:tc>
        <w:tc>
          <w:tcPr>
            <w:tcW w:w="1440" w:type="dxa"/>
          </w:tcPr>
          <w:p w:rsidR="00033DC6" w:rsidRPr="009A555A" w:rsidRDefault="00033DC6" w:rsidP="009A555A">
            <w:pPr>
              <w:ind w:right="-108"/>
              <w:rPr>
                <w:bCs/>
                <w:iCs/>
              </w:rPr>
            </w:pPr>
            <w:r w:rsidRPr="009A555A">
              <w:rPr>
                <w:bCs/>
                <w:iCs/>
              </w:rPr>
              <w:t>04.10.2016 – 10.10.2016</w:t>
            </w:r>
          </w:p>
        </w:tc>
        <w:tc>
          <w:tcPr>
            <w:tcW w:w="6120" w:type="dxa"/>
          </w:tcPr>
          <w:p w:rsidR="00033DC6" w:rsidRDefault="00033DC6" w:rsidP="00484CC8">
            <w:pPr>
              <w:ind w:left="-108" w:right="-108" w:firstLine="108"/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 xml:space="preserve">Администрация, </w:t>
            </w:r>
            <w:r>
              <w:rPr>
                <w:bCs/>
                <w:iCs/>
              </w:rPr>
              <w:t>Управление образования,</w:t>
            </w:r>
            <w:r w:rsidRPr="009A555A">
              <w:rPr>
                <w:bCs/>
                <w:iCs/>
              </w:rPr>
              <w:t xml:space="preserve"> ФПС, ОНД, ВДПО, </w:t>
            </w:r>
          </w:p>
          <w:p w:rsidR="00033DC6" w:rsidRPr="009A555A" w:rsidRDefault="00033DC6" w:rsidP="00484CC8">
            <w:pPr>
              <w:ind w:left="-108" w:right="-108" w:firstLine="108"/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>МКУ «ЦЗН КГО»</w:t>
            </w:r>
          </w:p>
        </w:tc>
        <w:tc>
          <w:tcPr>
            <w:tcW w:w="1440" w:type="dxa"/>
          </w:tcPr>
          <w:p w:rsidR="00033DC6" w:rsidRPr="002F66BF" w:rsidRDefault="00033DC6" w:rsidP="009A555A">
            <w:pPr>
              <w:jc w:val="center"/>
              <w:rPr>
                <w:bCs/>
                <w:iCs/>
                <w:lang w:val="en-US"/>
              </w:rPr>
            </w:pPr>
          </w:p>
        </w:tc>
      </w:tr>
      <w:tr w:rsidR="00033DC6" w:rsidTr="00484CC8">
        <w:tc>
          <w:tcPr>
            <w:tcW w:w="648" w:type="dxa"/>
          </w:tcPr>
          <w:p w:rsidR="00033DC6" w:rsidRPr="009A555A" w:rsidRDefault="00033DC6" w:rsidP="00BB41E6">
            <w:pPr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>№ п/п</w:t>
            </w:r>
          </w:p>
        </w:tc>
        <w:tc>
          <w:tcPr>
            <w:tcW w:w="6120" w:type="dxa"/>
          </w:tcPr>
          <w:p w:rsidR="00033DC6" w:rsidRPr="009A555A" w:rsidRDefault="00033DC6" w:rsidP="00BB41E6">
            <w:pPr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>Наименования мероприятий</w:t>
            </w:r>
          </w:p>
        </w:tc>
        <w:tc>
          <w:tcPr>
            <w:tcW w:w="1440" w:type="dxa"/>
          </w:tcPr>
          <w:p w:rsidR="00033DC6" w:rsidRPr="009A555A" w:rsidRDefault="00033DC6" w:rsidP="00BB41E6">
            <w:pPr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>Срок проведения</w:t>
            </w:r>
          </w:p>
        </w:tc>
        <w:tc>
          <w:tcPr>
            <w:tcW w:w="6120" w:type="dxa"/>
          </w:tcPr>
          <w:p w:rsidR="00033DC6" w:rsidRPr="009A555A" w:rsidRDefault="00033DC6" w:rsidP="00BB41E6">
            <w:pPr>
              <w:ind w:left="-108" w:right="-108" w:firstLine="108"/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>Ответственные исполнители</w:t>
            </w:r>
          </w:p>
        </w:tc>
        <w:tc>
          <w:tcPr>
            <w:tcW w:w="1440" w:type="dxa"/>
          </w:tcPr>
          <w:p w:rsidR="00033DC6" w:rsidRPr="009A555A" w:rsidRDefault="00033DC6" w:rsidP="00BB41E6">
            <w:pPr>
              <w:tabs>
                <w:tab w:val="left" w:pos="1332"/>
              </w:tabs>
              <w:ind w:left="-108"/>
              <w:rPr>
                <w:bCs/>
                <w:iCs/>
              </w:rPr>
            </w:pPr>
            <w:r w:rsidRPr="009A555A">
              <w:rPr>
                <w:bCs/>
                <w:iCs/>
              </w:rPr>
              <w:t>Примечание</w:t>
            </w:r>
          </w:p>
        </w:tc>
      </w:tr>
      <w:tr w:rsidR="00033DC6" w:rsidTr="00484CC8">
        <w:tc>
          <w:tcPr>
            <w:tcW w:w="648" w:type="dxa"/>
          </w:tcPr>
          <w:p w:rsidR="00033DC6" w:rsidRPr="009A555A" w:rsidRDefault="00033DC6" w:rsidP="009A555A">
            <w:pPr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>4.</w:t>
            </w:r>
          </w:p>
        </w:tc>
        <w:tc>
          <w:tcPr>
            <w:tcW w:w="6120" w:type="dxa"/>
          </w:tcPr>
          <w:p w:rsidR="00033DC6" w:rsidRPr="009A555A" w:rsidRDefault="00033DC6" w:rsidP="009A555A">
            <w:pPr>
              <w:jc w:val="both"/>
              <w:rPr>
                <w:bCs/>
                <w:iCs/>
              </w:rPr>
            </w:pPr>
            <w:r w:rsidRPr="009A555A">
              <w:rPr>
                <w:bCs/>
                <w:iCs/>
              </w:rPr>
              <w:t>Размещение в средствах массовой информации материалов, статей и публикаций по теме гражданской обороны, а также о порядке действий в условиях чрезвычайных ситуаций природного и техногенного характера</w:t>
            </w:r>
          </w:p>
        </w:tc>
        <w:tc>
          <w:tcPr>
            <w:tcW w:w="1440" w:type="dxa"/>
          </w:tcPr>
          <w:p w:rsidR="00033DC6" w:rsidRPr="009A555A" w:rsidRDefault="00033DC6" w:rsidP="009A555A">
            <w:pPr>
              <w:ind w:right="-108"/>
              <w:rPr>
                <w:bCs/>
                <w:iCs/>
              </w:rPr>
            </w:pPr>
            <w:r>
              <w:rPr>
                <w:bCs/>
                <w:iCs/>
              </w:rPr>
              <w:t>в</w:t>
            </w:r>
            <w:r w:rsidRPr="009A555A">
              <w:rPr>
                <w:bCs/>
                <w:iCs/>
              </w:rPr>
              <w:t xml:space="preserve"> течени</w:t>
            </w:r>
            <w:r>
              <w:rPr>
                <w:bCs/>
                <w:iCs/>
              </w:rPr>
              <w:t>е</w:t>
            </w:r>
            <w:r w:rsidRPr="009A555A">
              <w:rPr>
                <w:bCs/>
                <w:iCs/>
              </w:rPr>
              <w:t xml:space="preserve"> месячника</w:t>
            </w:r>
          </w:p>
        </w:tc>
        <w:tc>
          <w:tcPr>
            <w:tcW w:w="6120" w:type="dxa"/>
          </w:tcPr>
          <w:p w:rsidR="00033DC6" w:rsidRDefault="00033DC6" w:rsidP="00484CC8">
            <w:pPr>
              <w:ind w:left="-108" w:right="-108" w:firstLine="108"/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 xml:space="preserve">Администрация, </w:t>
            </w:r>
            <w:r>
              <w:rPr>
                <w:bCs/>
                <w:iCs/>
              </w:rPr>
              <w:t>О</w:t>
            </w:r>
            <w:r w:rsidRPr="009A555A">
              <w:rPr>
                <w:bCs/>
                <w:iCs/>
              </w:rPr>
              <w:t xml:space="preserve">ФПС, ОНД, ВДПО, </w:t>
            </w:r>
          </w:p>
          <w:p w:rsidR="00033DC6" w:rsidRDefault="00033DC6" w:rsidP="00484CC8">
            <w:pPr>
              <w:ind w:left="-108" w:right="-108" w:firstLine="108"/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>МКУ «ЦЗН КГО»</w:t>
            </w:r>
            <w:r>
              <w:rPr>
                <w:bCs/>
                <w:iCs/>
              </w:rPr>
              <w:t xml:space="preserve">, </w:t>
            </w:r>
          </w:p>
          <w:p w:rsidR="00033DC6" w:rsidRPr="00F1610B" w:rsidRDefault="00033DC6" w:rsidP="00484CC8">
            <w:pPr>
              <w:ind w:left="-108" w:right="-108" w:firstLine="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Редакция газеты «Пламя»</w:t>
            </w:r>
          </w:p>
        </w:tc>
        <w:tc>
          <w:tcPr>
            <w:tcW w:w="1440" w:type="dxa"/>
          </w:tcPr>
          <w:p w:rsidR="00033DC6" w:rsidRPr="009A555A" w:rsidRDefault="00033DC6" w:rsidP="009A555A">
            <w:pPr>
              <w:jc w:val="center"/>
              <w:rPr>
                <w:bCs/>
                <w:iCs/>
              </w:rPr>
            </w:pPr>
          </w:p>
        </w:tc>
      </w:tr>
      <w:tr w:rsidR="00033DC6" w:rsidTr="00484CC8">
        <w:tc>
          <w:tcPr>
            <w:tcW w:w="648" w:type="dxa"/>
          </w:tcPr>
          <w:p w:rsidR="00033DC6" w:rsidRPr="009A555A" w:rsidRDefault="00033DC6" w:rsidP="009A555A">
            <w:pPr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>5.</w:t>
            </w:r>
          </w:p>
        </w:tc>
        <w:tc>
          <w:tcPr>
            <w:tcW w:w="6120" w:type="dxa"/>
          </w:tcPr>
          <w:p w:rsidR="00033DC6" w:rsidRPr="009A555A" w:rsidRDefault="00033DC6" w:rsidP="009A555A">
            <w:pPr>
              <w:jc w:val="both"/>
              <w:rPr>
                <w:bCs/>
                <w:iCs/>
              </w:rPr>
            </w:pPr>
            <w:r w:rsidRPr="009A555A">
              <w:rPr>
                <w:bCs/>
                <w:iCs/>
              </w:rPr>
              <w:t>Организация освещения в средствах массовой информации мероприятий, посвященных 84-й годовщине образования гражданской обороны и месячнику гражданской обороны</w:t>
            </w:r>
          </w:p>
        </w:tc>
        <w:tc>
          <w:tcPr>
            <w:tcW w:w="1440" w:type="dxa"/>
          </w:tcPr>
          <w:p w:rsidR="00033DC6" w:rsidRPr="009A555A" w:rsidRDefault="00033DC6" w:rsidP="009A555A">
            <w:pPr>
              <w:ind w:right="-108"/>
              <w:rPr>
                <w:bCs/>
                <w:iCs/>
              </w:rPr>
            </w:pPr>
            <w:r>
              <w:rPr>
                <w:bCs/>
                <w:iCs/>
              </w:rPr>
              <w:t>в</w:t>
            </w:r>
            <w:r w:rsidRPr="009A555A">
              <w:rPr>
                <w:bCs/>
                <w:iCs/>
              </w:rPr>
              <w:t xml:space="preserve"> течени</w:t>
            </w:r>
            <w:r>
              <w:rPr>
                <w:bCs/>
                <w:iCs/>
              </w:rPr>
              <w:t>е</w:t>
            </w:r>
            <w:r w:rsidRPr="009A555A">
              <w:rPr>
                <w:bCs/>
                <w:iCs/>
              </w:rPr>
              <w:t xml:space="preserve"> месячника</w:t>
            </w:r>
          </w:p>
        </w:tc>
        <w:tc>
          <w:tcPr>
            <w:tcW w:w="6120" w:type="dxa"/>
          </w:tcPr>
          <w:p w:rsidR="00033DC6" w:rsidRDefault="00033DC6" w:rsidP="00484CC8">
            <w:pPr>
              <w:ind w:left="-108" w:right="-108" w:firstLine="108"/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 xml:space="preserve">Администрация, </w:t>
            </w:r>
            <w:r>
              <w:rPr>
                <w:bCs/>
                <w:iCs/>
              </w:rPr>
              <w:t>О</w:t>
            </w:r>
            <w:r w:rsidRPr="009A555A">
              <w:rPr>
                <w:bCs/>
                <w:iCs/>
              </w:rPr>
              <w:t xml:space="preserve">ФПС, ОНД, ВДПО, </w:t>
            </w:r>
          </w:p>
          <w:p w:rsidR="00033DC6" w:rsidRDefault="00033DC6" w:rsidP="00F1610B">
            <w:pPr>
              <w:ind w:left="-108" w:right="-108" w:firstLine="108"/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>МКУ «ЦЗН КГО»</w:t>
            </w:r>
            <w:r>
              <w:rPr>
                <w:bCs/>
                <w:iCs/>
              </w:rPr>
              <w:t xml:space="preserve">, </w:t>
            </w:r>
          </w:p>
          <w:p w:rsidR="00033DC6" w:rsidRPr="009A555A" w:rsidRDefault="00033DC6" w:rsidP="00F1610B">
            <w:pPr>
              <w:ind w:left="-108" w:right="-108" w:firstLine="10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Редакция газеты «Пламя»</w:t>
            </w:r>
          </w:p>
        </w:tc>
        <w:tc>
          <w:tcPr>
            <w:tcW w:w="1440" w:type="dxa"/>
          </w:tcPr>
          <w:p w:rsidR="00033DC6" w:rsidRPr="009A555A" w:rsidRDefault="00033DC6" w:rsidP="009A555A">
            <w:pPr>
              <w:jc w:val="center"/>
              <w:rPr>
                <w:bCs/>
                <w:iCs/>
              </w:rPr>
            </w:pPr>
          </w:p>
        </w:tc>
      </w:tr>
      <w:tr w:rsidR="00033DC6" w:rsidTr="00484CC8">
        <w:tc>
          <w:tcPr>
            <w:tcW w:w="648" w:type="dxa"/>
          </w:tcPr>
          <w:p w:rsidR="00033DC6" w:rsidRPr="009A555A" w:rsidRDefault="00033DC6" w:rsidP="009A555A">
            <w:pPr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>6.</w:t>
            </w:r>
          </w:p>
        </w:tc>
        <w:tc>
          <w:tcPr>
            <w:tcW w:w="6120" w:type="dxa"/>
          </w:tcPr>
          <w:p w:rsidR="00033DC6" w:rsidRPr="009A555A" w:rsidRDefault="00033DC6" w:rsidP="009A555A">
            <w:pPr>
              <w:jc w:val="both"/>
              <w:rPr>
                <w:bCs/>
                <w:iCs/>
              </w:rPr>
            </w:pPr>
            <w:r w:rsidRPr="009A555A">
              <w:rPr>
                <w:bCs/>
                <w:iCs/>
              </w:rPr>
              <w:t>Организация проведения занятий с неработающим населением в учебно-консультационных пунктах органов местного самоуправления</w:t>
            </w:r>
          </w:p>
        </w:tc>
        <w:tc>
          <w:tcPr>
            <w:tcW w:w="1440" w:type="dxa"/>
          </w:tcPr>
          <w:p w:rsidR="00033DC6" w:rsidRPr="009A555A" w:rsidRDefault="00033DC6" w:rsidP="009A555A">
            <w:pPr>
              <w:ind w:right="-108"/>
              <w:rPr>
                <w:bCs/>
                <w:iCs/>
              </w:rPr>
            </w:pPr>
            <w:r>
              <w:rPr>
                <w:bCs/>
                <w:iCs/>
              </w:rPr>
              <w:t>в</w:t>
            </w:r>
            <w:r w:rsidRPr="009A555A">
              <w:rPr>
                <w:bCs/>
                <w:iCs/>
              </w:rPr>
              <w:t xml:space="preserve"> течени</w:t>
            </w:r>
            <w:r>
              <w:rPr>
                <w:bCs/>
                <w:iCs/>
              </w:rPr>
              <w:t>е</w:t>
            </w:r>
            <w:r w:rsidRPr="009A555A">
              <w:rPr>
                <w:bCs/>
                <w:iCs/>
              </w:rPr>
              <w:t xml:space="preserve"> месячника</w:t>
            </w:r>
          </w:p>
        </w:tc>
        <w:tc>
          <w:tcPr>
            <w:tcW w:w="6120" w:type="dxa"/>
          </w:tcPr>
          <w:p w:rsidR="00033DC6" w:rsidRDefault="00033DC6" w:rsidP="00484CC8">
            <w:pPr>
              <w:ind w:left="-108" w:right="-108" w:firstLine="108"/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 xml:space="preserve">УКП Бродовской  </w:t>
            </w:r>
            <w:r>
              <w:rPr>
                <w:bCs/>
                <w:iCs/>
              </w:rPr>
              <w:t>сельской администрации</w:t>
            </w:r>
            <w:r w:rsidRPr="009A555A">
              <w:rPr>
                <w:bCs/>
                <w:iCs/>
              </w:rPr>
              <w:t>,</w:t>
            </w:r>
            <w:r>
              <w:rPr>
                <w:bCs/>
                <w:iCs/>
              </w:rPr>
              <w:t xml:space="preserve"> </w:t>
            </w:r>
          </w:p>
          <w:p w:rsidR="00033DC6" w:rsidRPr="009A555A" w:rsidRDefault="00033DC6" w:rsidP="00484CC8">
            <w:pPr>
              <w:ind w:left="-108" w:right="-108" w:firstLine="108"/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 xml:space="preserve">УКП Сипавской </w:t>
            </w:r>
            <w:r>
              <w:rPr>
                <w:bCs/>
                <w:iCs/>
              </w:rPr>
              <w:t>сельской администрации</w:t>
            </w:r>
          </w:p>
        </w:tc>
        <w:tc>
          <w:tcPr>
            <w:tcW w:w="1440" w:type="dxa"/>
          </w:tcPr>
          <w:p w:rsidR="00033DC6" w:rsidRPr="002F66BF" w:rsidRDefault="00033DC6" w:rsidP="009A555A">
            <w:pPr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*</w:t>
            </w:r>
          </w:p>
        </w:tc>
      </w:tr>
      <w:tr w:rsidR="00033DC6" w:rsidTr="00484CC8">
        <w:tc>
          <w:tcPr>
            <w:tcW w:w="648" w:type="dxa"/>
          </w:tcPr>
          <w:p w:rsidR="00033DC6" w:rsidRPr="009A555A" w:rsidRDefault="00033DC6" w:rsidP="009A555A">
            <w:pPr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>7.</w:t>
            </w:r>
          </w:p>
        </w:tc>
        <w:tc>
          <w:tcPr>
            <w:tcW w:w="6120" w:type="dxa"/>
          </w:tcPr>
          <w:p w:rsidR="00033DC6" w:rsidRPr="009A555A" w:rsidRDefault="00033DC6" w:rsidP="009A555A">
            <w:pPr>
              <w:jc w:val="both"/>
              <w:rPr>
                <w:bCs/>
                <w:iCs/>
              </w:rPr>
            </w:pPr>
            <w:r w:rsidRPr="009A555A">
              <w:rPr>
                <w:bCs/>
                <w:iCs/>
              </w:rPr>
              <w:t>Информирование населения о порядке действий при возникновении чрезвычайных ситуаций в местах массового пребывания людей</w:t>
            </w:r>
          </w:p>
        </w:tc>
        <w:tc>
          <w:tcPr>
            <w:tcW w:w="1440" w:type="dxa"/>
          </w:tcPr>
          <w:p w:rsidR="00033DC6" w:rsidRPr="009A555A" w:rsidRDefault="00033DC6" w:rsidP="009A555A">
            <w:pPr>
              <w:ind w:right="-108"/>
              <w:rPr>
                <w:bCs/>
                <w:iCs/>
              </w:rPr>
            </w:pPr>
            <w:r>
              <w:rPr>
                <w:bCs/>
                <w:iCs/>
              </w:rPr>
              <w:t>в</w:t>
            </w:r>
            <w:r w:rsidRPr="009A555A">
              <w:rPr>
                <w:bCs/>
                <w:iCs/>
              </w:rPr>
              <w:t xml:space="preserve"> течени</w:t>
            </w:r>
            <w:r>
              <w:rPr>
                <w:bCs/>
                <w:iCs/>
              </w:rPr>
              <w:t>е</w:t>
            </w:r>
            <w:r w:rsidRPr="009A555A">
              <w:rPr>
                <w:bCs/>
                <w:iCs/>
              </w:rPr>
              <w:t xml:space="preserve"> месячника</w:t>
            </w:r>
          </w:p>
        </w:tc>
        <w:tc>
          <w:tcPr>
            <w:tcW w:w="6120" w:type="dxa"/>
          </w:tcPr>
          <w:p w:rsidR="00033DC6" w:rsidRDefault="00033DC6" w:rsidP="00484CC8">
            <w:pPr>
              <w:ind w:left="-108" w:right="-108" w:firstLine="108"/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>Администрация,</w:t>
            </w:r>
            <w:r>
              <w:rPr>
                <w:bCs/>
                <w:iCs/>
              </w:rPr>
              <w:t xml:space="preserve"> О</w:t>
            </w:r>
            <w:r w:rsidRPr="009A555A">
              <w:rPr>
                <w:bCs/>
                <w:iCs/>
              </w:rPr>
              <w:t xml:space="preserve">ФПС, ОНД, </w:t>
            </w:r>
          </w:p>
          <w:p w:rsidR="00033DC6" w:rsidRPr="009A555A" w:rsidRDefault="00033DC6" w:rsidP="00484CC8">
            <w:pPr>
              <w:ind w:left="-108" w:right="-108" w:firstLine="108"/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>МКУ «ЦЗН КГО», ВДПО</w:t>
            </w:r>
          </w:p>
        </w:tc>
        <w:tc>
          <w:tcPr>
            <w:tcW w:w="1440" w:type="dxa"/>
          </w:tcPr>
          <w:p w:rsidR="00033DC6" w:rsidRPr="00D26D4D" w:rsidRDefault="00033DC6" w:rsidP="009A555A">
            <w:pPr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*</w:t>
            </w:r>
          </w:p>
        </w:tc>
      </w:tr>
      <w:tr w:rsidR="00033DC6" w:rsidTr="00484CC8">
        <w:tc>
          <w:tcPr>
            <w:tcW w:w="648" w:type="dxa"/>
          </w:tcPr>
          <w:p w:rsidR="00033DC6" w:rsidRPr="009A555A" w:rsidRDefault="00033DC6" w:rsidP="009A555A">
            <w:pPr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>8.</w:t>
            </w:r>
          </w:p>
        </w:tc>
        <w:tc>
          <w:tcPr>
            <w:tcW w:w="6120" w:type="dxa"/>
          </w:tcPr>
          <w:p w:rsidR="00033DC6" w:rsidRPr="009A555A" w:rsidRDefault="00033DC6" w:rsidP="009A555A">
            <w:pPr>
              <w:jc w:val="both"/>
              <w:rPr>
                <w:bCs/>
                <w:iCs/>
              </w:rPr>
            </w:pPr>
            <w:r w:rsidRPr="009A555A">
              <w:rPr>
                <w:bCs/>
                <w:iCs/>
              </w:rPr>
              <w:t xml:space="preserve">Предоставление </w:t>
            </w:r>
            <w:r>
              <w:rPr>
                <w:bCs/>
                <w:iCs/>
              </w:rPr>
              <w:t xml:space="preserve">еженедельного </w:t>
            </w:r>
            <w:r w:rsidRPr="009A555A">
              <w:rPr>
                <w:bCs/>
                <w:iCs/>
              </w:rPr>
              <w:t>отчета о проведенных мероприятиях, в Главное управление МЧС России по Свердловской области</w:t>
            </w:r>
          </w:p>
        </w:tc>
        <w:tc>
          <w:tcPr>
            <w:tcW w:w="1440" w:type="dxa"/>
          </w:tcPr>
          <w:p w:rsidR="00033DC6" w:rsidRPr="009A555A" w:rsidRDefault="00033DC6" w:rsidP="009A555A">
            <w:pPr>
              <w:ind w:right="-111"/>
              <w:rPr>
                <w:bCs/>
                <w:iCs/>
              </w:rPr>
            </w:pPr>
            <w:r>
              <w:rPr>
                <w:bCs/>
                <w:iCs/>
              </w:rPr>
              <w:t>05.10.2016  - 02.11.2016</w:t>
            </w:r>
          </w:p>
        </w:tc>
        <w:tc>
          <w:tcPr>
            <w:tcW w:w="6120" w:type="dxa"/>
          </w:tcPr>
          <w:p w:rsidR="00033DC6" w:rsidRPr="009A555A" w:rsidRDefault="00033DC6" w:rsidP="00484CC8">
            <w:pPr>
              <w:ind w:left="-108" w:right="-108" w:firstLine="108"/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 xml:space="preserve">Администрация </w:t>
            </w:r>
          </w:p>
        </w:tc>
        <w:tc>
          <w:tcPr>
            <w:tcW w:w="1440" w:type="dxa"/>
          </w:tcPr>
          <w:p w:rsidR="00033DC6" w:rsidRPr="009A555A" w:rsidRDefault="00033DC6" w:rsidP="009A555A">
            <w:pPr>
              <w:jc w:val="center"/>
              <w:rPr>
                <w:bCs/>
                <w:iCs/>
              </w:rPr>
            </w:pPr>
          </w:p>
        </w:tc>
      </w:tr>
      <w:tr w:rsidR="00033DC6" w:rsidTr="00484CC8">
        <w:tc>
          <w:tcPr>
            <w:tcW w:w="648" w:type="dxa"/>
          </w:tcPr>
          <w:p w:rsidR="00033DC6" w:rsidRPr="00D54E4B" w:rsidRDefault="00033DC6" w:rsidP="009A555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lang w:val="en-US"/>
              </w:rPr>
              <w:t>9</w:t>
            </w:r>
            <w:r>
              <w:rPr>
                <w:bCs/>
                <w:iCs/>
              </w:rPr>
              <w:t>.</w:t>
            </w:r>
          </w:p>
        </w:tc>
        <w:tc>
          <w:tcPr>
            <w:tcW w:w="6120" w:type="dxa"/>
          </w:tcPr>
          <w:p w:rsidR="00033DC6" w:rsidRPr="009A555A" w:rsidRDefault="00033DC6" w:rsidP="009A555A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Предоставление итогового отчета о проведенных мероприятиях, в Главное управление МЧС России по Свердловской области</w:t>
            </w:r>
          </w:p>
        </w:tc>
        <w:tc>
          <w:tcPr>
            <w:tcW w:w="1440" w:type="dxa"/>
          </w:tcPr>
          <w:p w:rsidR="00033DC6" w:rsidRPr="009A555A" w:rsidRDefault="00033DC6" w:rsidP="009A555A">
            <w:pPr>
              <w:ind w:right="-111"/>
              <w:rPr>
                <w:bCs/>
                <w:iCs/>
              </w:rPr>
            </w:pPr>
            <w:r>
              <w:rPr>
                <w:bCs/>
                <w:iCs/>
              </w:rPr>
              <w:t>03.11.2016</w:t>
            </w:r>
          </w:p>
        </w:tc>
        <w:tc>
          <w:tcPr>
            <w:tcW w:w="6120" w:type="dxa"/>
          </w:tcPr>
          <w:p w:rsidR="00033DC6" w:rsidRPr="009A555A" w:rsidRDefault="00033DC6" w:rsidP="00484CC8">
            <w:pPr>
              <w:ind w:left="-108" w:right="-108" w:firstLine="108"/>
              <w:jc w:val="center"/>
              <w:rPr>
                <w:bCs/>
                <w:iCs/>
              </w:rPr>
            </w:pPr>
            <w:r w:rsidRPr="009A555A">
              <w:rPr>
                <w:bCs/>
                <w:iCs/>
              </w:rPr>
              <w:t xml:space="preserve">Администрация </w:t>
            </w:r>
          </w:p>
        </w:tc>
        <w:tc>
          <w:tcPr>
            <w:tcW w:w="1440" w:type="dxa"/>
          </w:tcPr>
          <w:p w:rsidR="00033DC6" w:rsidRPr="009A555A" w:rsidRDefault="00033DC6" w:rsidP="009A555A">
            <w:pPr>
              <w:jc w:val="center"/>
              <w:rPr>
                <w:bCs/>
                <w:iCs/>
              </w:rPr>
            </w:pPr>
          </w:p>
        </w:tc>
      </w:tr>
    </w:tbl>
    <w:p w:rsidR="00033DC6" w:rsidRDefault="00033DC6" w:rsidP="001F1FEB"/>
    <w:sectPr w:rsidR="00033DC6" w:rsidSect="00A97B4D">
      <w:pgSz w:w="16838" w:h="11906" w:orient="landscape"/>
      <w:pgMar w:top="719" w:right="851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6537"/>
    <w:rsid w:val="00033DC6"/>
    <w:rsid w:val="000835AA"/>
    <w:rsid w:val="000E62A8"/>
    <w:rsid w:val="001101C6"/>
    <w:rsid w:val="001454B1"/>
    <w:rsid w:val="001D6537"/>
    <w:rsid w:val="001F1FEB"/>
    <w:rsid w:val="0028348A"/>
    <w:rsid w:val="002C2230"/>
    <w:rsid w:val="002F66BF"/>
    <w:rsid w:val="003249CA"/>
    <w:rsid w:val="003369E9"/>
    <w:rsid w:val="00341AAA"/>
    <w:rsid w:val="00381197"/>
    <w:rsid w:val="003C059A"/>
    <w:rsid w:val="003F2638"/>
    <w:rsid w:val="00484CC8"/>
    <w:rsid w:val="005B60B1"/>
    <w:rsid w:val="00667BDC"/>
    <w:rsid w:val="006921B6"/>
    <w:rsid w:val="00697B91"/>
    <w:rsid w:val="00722E0E"/>
    <w:rsid w:val="007B1D55"/>
    <w:rsid w:val="007D61C2"/>
    <w:rsid w:val="00877E8C"/>
    <w:rsid w:val="009A555A"/>
    <w:rsid w:val="009E5461"/>
    <w:rsid w:val="00A17728"/>
    <w:rsid w:val="00A31791"/>
    <w:rsid w:val="00A65C36"/>
    <w:rsid w:val="00A92B66"/>
    <w:rsid w:val="00A97B4D"/>
    <w:rsid w:val="00B63430"/>
    <w:rsid w:val="00B64822"/>
    <w:rsid w:val="00BB41E6"/>
    <w:rsid w:val="00BD2F51"/>
    <w:rsid w:val="00BF6304"/>
    <w:rsid w:val="00CA5BEB"/>
    <w:rsid w:val="00CF3361"/>
    <w:rsid w:val="00CF74F4"/>
    <w:rsid w:val="00D26D4D"/>
    <w:rsid w:val="00D54E4B"/>
    <w:rsid w:val="00D65251"/>
    <w:rsid w:val="00E933D5"/>
    <w:rsid w:val="00EF6D53"/>
    <w:rsid w:val="00F1610B"/>
    <w:rsid w:val="00F77D4B"/>
    <w:rsid w:val="00F8594A"/>
    <w:rsid w:val="00FA1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53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D6537"/>
    <w:pPr>
      <w:keepNext/>
      <w:jc w:val="center"/>
      <w:outlineLvl w:val="0"/>
    </w:pPr>
    <w:rPr>
      <w:b/>
      <w:bCs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1D653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454B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454B1"/>
    <w:rPr>
      <w:rFonts w:ascii="Calibri" w:hAnsi="Calibri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D6537"/>
    <w:pPr>
      <w:jc w:val="center"/>
    </w:pPr>
    <w:rPr>
      <w:b/>
      <w:bCs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454B1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1D653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1D653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454B1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2</Pages>
  <Words>449</Words>
  <Characters>2561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DirectorEDDS</cp:lastModifiedBy>
  <cp:revision>9</cp:revision>
  <cp:lastPrinted>2016-10-05T09:18:00Z</cp:lastPrinted>
  <dcterms:created xsi:type="dcterms:W3CDTF">2016-10-05T09:21:00Z</dcterms:created>
  <dcterms:modified xsi:type="dcterms:W3CDTF">2016-10-12T07:29:00Z</dcterms:modified>
</cp:coreProperties>
</file>